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5B" w:rsidRPr="006E77EE" w:rsidRDefault="00B8545B" w:rsidP="00C35BF8">
      <w:pPr>
        <w:ind w:firstLine="567"/>
        <w:jc w:val="both"/>
        <w:rPr>
          <w:b/>
          <w:szCs w:val="24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124216" w:rsidRDefault="00124216" w:rsidP="00796DC0">
      <w:pPr>
        <w:jc w:val="center"/>
        <w:rPr>
          <w:b/>
          <w:sz w:val="40"/>
          <w:szCs w:val="40"/>
        </w:rPr>
      </w:pPr>
    </w:p>
    <w:p w:rsidR="00796DC0" w:rsidRPr="00796DC0" w:rsidRDefault="00796DC0" w:rsidP="00796DC0">
      <w:pPr>
        <w:jc w:val="center"/>
        <w:rPr>
          <w:b/>
          <w:sz w:val="40"/>
          <w:szCs w:val="40"/>
        </w:rPr>
      </w:pPr>
      <w:r w:rsidRPr="00796DC0">
        <w:rPr>
          <w:b/>
          <w:sz w:val="40"/>
          <w:szCs w:val="40"/>
        </w:rPr>
        <w:t>ПРЕПОРЪЧВАНА ЛИТЕРАТУРА ПО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jc w:val="center"/>
        <w:rPr>
          <w:b/>
        </w:rPr>
      </w:pPr>
    </w:p>
    <w:p w:rsidR="00AD1F23" w:rsidRPr="00AD1F23" w:rsidRDefault="00AD1F23" w:rsidP="00AD1F23">
      <w:pPr>
        <w:spacing w:line="360" w:lineRule="auto"/>
        <w:jc w:val="center"/>
        <w:rPr>
          <w:b/>
          <w:caps/>
          <w:sz w:val="32"/>
          <w:szCs w:val="32"/>
        </w:rPr>
      </w:pPr>
      <w:r w:rsidRPr="00AD1F23">
        <w:rPr>
          <w:b/>
          <w:caps/>
          <w:sz w:val="32"/>
          <w:szCs w:val="32"/>
        </w:rPr>
        <w:t>„ФИЗИОЛОГИЯ”</w:t>
      </w:r>
    </w:p>
    <w:p w:rsidR="00796DC0" w:rsidRDefault="00796DC0" w:rsidP="00796DC0">
      <w:pPr>
        <w:jc w:val="center"/>
        <w:rPr>
          <w:b/>
          <w:sz w:val="22"/>
          <w:szCs w:val="22"/>
        </w:rPr>
      </w:pPr>
    </w:p>
    <w:p w:rsidR="00124216" w:rsidRDefault="00124216" w:rsidP="00796DC0">
      <w:pPr>
        <w:jc w:val="center"/>
        <w:rPr>
          <w:b/>
          <w:sz w:val="22"/>
          <w:szCs w:val="22"/>
        </w:rPr>
      </w:pPr>
    </w:p>
    <w:p w:rsidR="00796DC0" w:rsidRPr="003B027D" w:rsidRDefault="00796DC0" w:rsidP="00796DC0">
      <w:pPr>
        <w:jc w:val="center"/>
        <w:rPr>
          <w:b/>
          <w:sz w:val="32"/>
          <w:szCs w:val="32"/>
        </w:rPr>
      </w:pPr>
      <w:r w:rsidRPr="003B027D">
        <w:rPr>
          <w:b/>
          <w:sz w:val="32"/>
          <w:szCs w:val="32"/>
        </w:rPr>
        <w:t xml:space="preserve">ЗА СТУДЕНТИ ОТ </w:t>
      </w:r>
      <w:r w:rsidR="003B027D" w:rsidRPr="003B027D">
        <w:rPr>
          <w:b/>
          <w:sz w:val="32"/>
          <w:szCs w:val="32"/>
        </w:rPr>
        <w:t>МУ-ПЛЕВЕН</w:t>
      </w:r>
    </w:p>
    <w:p w:rsidR="00796DC0" w:rsidRDefault="00796DC0" w:rsidP="00796DC0">
      <w:pPr>
        <w:jc w:val="center"/>
        <w:rPr>
          <w:b/>
        </w:rPr>
      </w:pPr>
    </w:p>
    <w:p w:rsidR="00796DC0" w:rsidRDefault="00796DC0" w:rsidP="00796DC0">
      <w:pPr>
        <w:jc w:val="center"/>
        <w:rPr>
          <w:b/>
          <w:sz w:val="20"/>
        </w:rPr>
      </w:pPr>
    </w:p>
    <w:p w:rsidR="00F10C0F" w:rsidRPr="00F10C0F" w:rsidRDefault="00796DC0" w:rsidP="00F10C0F">
      <w:pPr>
        <w:spacing w:line="360" w:lineRule="auto"/>
        <w:jc w:val="center"/>
        <w:rPr>
          <w:sz w:val="28"/>
          <w:szCs w:val="28"/>
          <w:lang w:val="ru-RU" w:eastAsia="en-US"/>
        </w:rPr>
      </w:pPr>
      <w:r w:rsidRPr="003B027D">
        <w:rPr>
          <w:b/>
          <w:sz w:val="28"/>
          <w:szCs w:val="28"/>
        </w:rPr>
        <w:t xml:space="preserve">СПЕЦИАЛНОСТ </w:t>
      </w:r>
      <w:r w:rsidR="00AD1F23" w:rsidRPr="00AD1F23">
        <w:rPr>
          <w:b/>
          <w:caps/>
          <w:sz w:val="28"/>
          <w:szCs w:val="28"/>
        </w:rPr>
        <w:t xml:space="preserve"> </w:t>
      </w:r>
      <w:r w:rsidR="00F10C0F" w:rsidRPr="00F10C0F">
        <w:rPr>
          <w:b/>
          <w:sz w:val="28"/>
          <w:szCs w:val="28"/>
          <w:lang w:eastAsia="en-US"/>
        </w:rPr>
        <w:t xml:space="preserve">“ ПОМОЩНИК ФАРМАЦЕВТ” </w:t>
      </w:r>
    </w:p>
    <w:p w:rsidR="00796DC0" w:rsidRPr="003B027D" w:rsidRDefault="00796DC0" w:rsidP="00F10C0F">
      <w:pPr>
        <w:rPr>
          <w:b/>
          <w:color w:val="FF0000"/>
          <w:sz w:val="28"/>
          <w:szCs w:val="28"/>
        </w:rPr>
      </w:pPr>
    </w:p>
    <w:p w:rsidR="00796DC0" w:rsidRPr="003B027D" w:rsidRDefault="00AD1F23" w:rsidP="00796DC0">
      <w:pPr>
        <w:jc w:val="center"/>
        <w:rPr>
          <w:b/>
          <w:sz w:val="28"/>
          <w:szCs w:val="28"/>
        </w:rPr>
      </w:pPr>
      <w:r w:rsidRPr="00AD1F23">
        <w:rPr>
          <w:b/>
          <w:sz w:val="28"/>
          <w:szCs w:val="28"/>
        </w:rPr>
        <w:t>РЕДОВНА</w:t>
      </w:r>
      <w:r w:rsidR="00796DC0" w:rsidRPr="00AD1F23">
        <w:rPr>
          <w:b/>
          <w:sz w:val="28"/>
          <w:szCs w:val="28"/>
        </w:rPr>
        <w:t xml:space="preserve"> (ДИСТАНЦИОННА) ФОРМА </w:t>
      </w:r>
      <w:r w:rsidR="00796DC0" w:rsidRPr="003B027D">
        <w:rPr>
          <w:b/>
          <w:sz w:val="28"/>
          <w:szCs w:val="28"/>
        </w:rPr>
        <w:t>НА ОБУЧЕНИЕ</w:t>
      </w:r>
    </w:p>
    <w:p w:rsidR="00796DC0" w:rsidRPr="00A42D9D" w:rsidRDefault="00796DC0" w:rsidP="00796DC0">
      <w:pPr>
        <w:jc w:val="center"/>
        <w:rPr>
          <w:b/>
        </w:rPr>
      </w:pPr>
    </w:p>
    <w:p w:rsidR="00796DC0" w:rsidRPr="00A42D9D" w:rsidRDefault="00796DC0" w:rsidP="00796DC0">
      <w:pPr>
        <w:ind w:firstLine="567"/>
      </w:pPr>
    </w:p>
    <w:p w:rsidR="00796DC0" w:rsidRPr="00F10C0F" w:rsidRDefault="00796DC0" w:rsidP="00796DC0">
      <w:pPr>
        <w:tabs>
          <w:tab w:val="left" w:pos="6030"/>
        </w:tabs>
        <w:ind w:firstLine="567"/>
        <w:rPr>
          <w:b/>
        </w:rPr>
      </w:pPr>
      <w:r w:rsidRPr="00F10C0F">
        <w:rPr>
          <w:b/>
        </w:rPr>
        <w:t xml:space="preserve"> ОСНОВНА</w:t>
      </w:r>
      <w:r w:rsidR="00F10C0F">
        <w:rPr>
          <w:b/>
        </w:rPr>
        <w:t xml:space="preserve"> </w:t>
      </w:r>
      <w:r w:rsidR="00F10C0F" w:rsidRPr="00F10C0F">
        <w:rPr>
          <w:b/>
          <w:sz w:val="28"/>
          <w:szCs w:val="28"/>
        </w:rPr>
        <w:t>ЛИТЕРАТУРА:</w:t>
      </w:r>
    </w:p>
    <w:p w:rsidR="00AD1F23" w:rsidRPr="00657B10" w:rsidRDefault="00AD1F23" w:rsidP="00796DC0">
      <w:pPr>
        <w:tabs>
          <w:tab w:val="left" w:pos="6030"/>
        </w:tabs>
        <w:ind w:firstLine="567"/>
        <w:rPr>
          <w:b/>
          <w:u w:val="single"/>
        </w:rPr>
      </w:pPr>
    </w:p>
    <w:p w:rsidR="00F10C0F" w:rsidRPr="00F10C0F" w:rsidRDefault="00F10C0F" w:rsidP="00F10C0F">
      <w:pPr>
        <w:widowControl w:val="0"/>
        <w:numPr>
          <w:ilvl w:val="0"/>
          <w:numId w:val="13"/>
        </w:numPr>
        <w:contextualSpacing/>
        <w:jc w:val="both"/>
        <w:rPr>
          <w:bCs/>
          <w:sz w:val="28"/>
          <w:szCs w:val="28"/>
          <w:lang w:eastAsia="en-US"/>
        </w:rPr>
      </w:pPr>
      <w:proofErr w:type="spellStart"/>
      <w:r w:rsidRPr="00F10C0F">
        <w:rPr>
          <w:sz w:val="28"/>
          <w:szCs w:val="28"/>
          <w:lang w:val="en-US" w:eastAsia="en-US"/>
        </w:rPr>
        <w:t>Елка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Попова</w:t>
      </w:r>
      <w:proofErr w:type="spellEnd"/>
      <w:r w:rsidRPr="00F10C0F">
        <w:rPr>
          <w:sz w:val="28"/>
          <w:szCs w:val="28"/>
          <w:lang w:eastAsia="en-US"/>
        </w:rPr>
        <w:t xml:space="preserve">. </w:t>
      </w:r>
      <w:proofErr w:type="spellStart"/>
      <w:r w:rsidRPr="00F10C0F">
        <w:rPr>
          <w:sz w:val="28"/>
          <w:szCs w:val="28"/>
          <w:lang w:val="en-US" w:eastAsia="en-US"/>
        </w:rPr>
        <w:t>Физиология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на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човешкия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организъм</w:t>
      </w:r>
      <w:proofErr w:type="spellEnd"/>
      <w:r w:rsidRPr="00F10C0F">
        <w:rPr>
          <w:sz w:val="28"/>
          <w:szCs w:val="28"/>
          <w:lang w:eastAsia="en-US"/>
        </w:rPr>
        <w:t>, АРСО, София,</w:t>
      </w:r>
      <w:r w:rsidRPr="00F10C0F">
        <w:rPr>
          <w:rFonts w:ascii="Arial" w:hAnsi="Arial" w:cs="Arial"/>
          <w:sz w:val="28"/>
          <w:szCs w:val="28"/>
          <w:lang w:val="en-US" w:eastAsia="en-US"/>
        </w:rPr>
        <w:t xml:space="preserve"> 2014</w:t>
      </w:r>
    </w:p>
    <w:p w:rsidR="00F10C0F" w:rsidRPr="00F10C0F" w:rsidRDefault="00F10C0F" w:rsidP="00F10C0F">
      <w:pPr>
        <w:widowControl w:val="0"/>
        <w:numPr>
          <w:ilvl w:val="0"/>
          <w:numId w:val="13"/>
        </w:numPr>
        <w:contextualSpacing/>
        <w:jc w:val="both"/>
        <w:rPr>
          <w:sz w:val="28"/>
          <w:szCs w:val="28"/>
          <w:lang w:eastAsia="en-US"/>
        </w:rPr>
      </w:pPr>
      <w:proofErr w:type="spellStart"/>
      <w:r w:rsidRPr="00F10C0F">
        <w:rPr>
          <w:sz w:val="28"/>
          <w:szCs w:val="28"/>
          <w:lang w:val="en-US" w:eastAsia="en-US"/>
        </w:rPr>
        <w:t>Кръстев</w:t>
      </w:r>
      <w:proofErr w:type="spellEnd"/>
      <w:r w:rsidRPr="00F10C0F">
        <w:rPr>
          <w:sz w:val="28"/>
          <w:szCs w:val="28"/>
          <w:lang w:val="en-US" w:eastAsia="en-US"/>
        </w:rPr>
        <w:t xml:space="preserve"> Д., </w:t>
      </w:r>
      <w:proofErr w:type="spellStart"/>
      <w:r w:rsidRPr="00F10C0F">
        <w:rPr>
          <w:sz w:val="28"/>
          <w:szCs w:val="28"/>
          <w:lang w:val="en-US" w:eastAsia="en-US"/>
        </w:rPr>
        <w:t>Джамбазова</w:t>
      </w:r>
      <w:proofErr w:type="spellEnd"/>
      <w:r w:rsidRPr="00F10C0F">
        <w:rPr>
          <w:sz w:val="28"/>
          <w:szCs w:val="28"/>
          <w:lang w:val="en-US" w:eastAsia="en-US"/>
        </w:rPr>
        <w:t xml:space="preserve"> Е. </w:t>
      </w:r>
      <w:proofErr w:type="spellStart"/>
      <w:r w:rsidRPr="00F10C0F">
        <w:rPr>
          <w:sz w:val="28"/>
          <w:szCs w:val="28"/>
          <w:lang w:val="en-US" w:eastAsia="en-US"/>
        </w:rPr>
        <w:t>Основи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на</w:t>
      </w:r>
      <w:proofErr w:type="spellEnd"/>
      <w:r w:rsidRPr="00F10C0F">
        <w:rPr>
          <w:sz w:val="28"/>
          <w:szCs w:val="28"/>
          <w:lang w:val="en-US" w:eastAsia="en-US"/>
        </w:rPr>
        <w:t xml:space="preserve"> </w:t>
      </w:r>
      <w:proofErr w:type="spellStart"/>
      <w:r w:rsidRPr="00F10C0F">
        <w:rPr>
          <w:sz w:val="28"/>
          <w:szCs w:val="28"/>
          <w:lang w:val="en-US" w:eastAsia="en-US"/>
        </w:rPr>
        <w:t>анатомията</w:t>
      </w:r>
      <w:proofErr w:type="spellEnd"/>
      <w:r w:rsidRPr="00F10C0F">
        <w:rPr>
          <w:sz w:val="28"/>
          <w:szCs w:val="28"/>
          <w:lang w:val="en-US" w:eastAsia="en-US"/>
        </w:rPr>
        <w:t xml:space="preserve"> и </w:t>
      </w:r>
      <w:proofErr w:type="spellStart"/>
      <w:r w:rsidRPr="00F10C0F">
        <w:rPr>
          <w:sz w:val="28"/>
          <w:szCs w:val="28"/>
          <w:lang w:val="en-US" w:eastAsia="en-US"/>
        </w:rPr>
        <w:t>физиологията</w:t>
      </w:r>
      <w:proofErr w:type="spellEnd"/>
      <w:r w:rsidRPr="00F10C0F">
        <w:rPr>
          <w:sz w:val="28"/>
          <w:szCs w:val="28"/>
          <w:lang w:val="en-US" w:eastAsia="en-US"/>
        </w:rPr>
        <w:t xml:space="preserve">, </w:t>
      </w:r>
      <w:proofErr w:type="spellStart"/>
      <w:r w:rsidRPr="00F10C0F">
        <w:rPr>
          <w:sz w:val="28"/>
          <w:szCs w:val="28"/>
          <w:lang w:val="en-US" w:eastAsia="en-US"/>
        </w:rPr>
        <w:t>София</w:t>
      </w:r>
      <w:proofErr w:type="spellEnd"/>
      <w:r w:rsidRPr="00F10C0F">
        <w:rPr>
          <w:sz w:val="28"/>
          <w:szCs w:val="28"/>
          <w:lang w:val="en-US" w:eastAsia="en-US"/>
        </w:rPr>
        <w:t>, 2012</w:t>
      </w:r>
    </w:p>
    <w:p w:rsidR="00F10C0F" w:rsidRPr="00F10C0F" w:rsidRDefault="00F10C0F" w:rsidP="00F10C0F">
      <w:pPr>
        <w:widowControl w:val="0"/>
        <w:numPr>
          <w:ilvl w:val="0"/>
          <w:numId w:val="13"/>
        </w:numPr>
        <w:contextualSpacing/>
        <w:jc w:val="both"/>
        <w:rPr>
          <w:sz w:val="28"/>
          <w:szCs w:val="28"/>
          <w:lang w:eastAsia="en-US"/>
        </w:rPr>
      </w:pPr>
      <w:r w:rsidRPr="00F10C0F">
        <w:rPr>
          <w:sz w:val="28"/>
          <w:szCs w:val="28"/>
          <w:lang w:eastAsia="en-US"/>
        </w:rPr>
        <w:t>Тестове по физиология за студенти от професионално направление „Здравни грижи”, ИЦ на МУ-Плевен, 2017, под редакцията на доц. д-р Б. Русева</w:t>
      </w:r>
    </w:p>
    <w:p w:rsidR="00F10C0F" w:rsidRPr="00F10C0F" w:rsidRDefault="00F10C0F" w:rsidP="00F10C0F">
      <w:pPr>
        <w:widowControl w:val="0"/>
        <w:numPr>
          <w:ilvl w:val="0"/>
          <w:numId w:val="13"/>
        </w:numPr>
        <w:jc w:val="both"/>
        <w:rPr>
          <w:sz w:val="28"/>
          <w:szCs w:val="28"/>
          <w:lang w:eastAsia="en-US"/>
        </w:rPr>
      </w:pPr>
      <w:r w:rsidRPr="00F10C0F">
        <w:rPr>
          <w:sz w:val="28"/>
          <w:szCs w:val="28"/>
          <w:lang w:eastAsia="en-US"/>
        </w:rPr>
        <w:t>3. Митова Л., А. Логофетов. Физиология на човека, учебник за студенти по фармация, мед.издателство АРСО, София, 2006</w:t>
      </w:r>
    </w:p>
    <w:p w:rsidR="00F10C0F" w:rsidRPr="00F10C0F" w:rsidRDefault="00F10C0F" w:rsidP="00F10C0F">
      <w:pPr>
        <w:ind w:left="720"/>
        <w:contextualSpacing/>
        <w:jc w:val="both"/>
        <w:rPr>
          <w:sz w:val="28"/>
          <w:szCs w:val="28"/>
          <w:lang w:eastAsia="en-US"/>
        </w:rPr>
      </w:pPr>
    </w:p>
    <w:p w:rsidR="00124216" w:rsidRPr="00D402A8" w:rsidRDefault="00124216" w:rsidP="00124216">
      <w:pPr>
        <w:tabs>
          <w:tab w:val="left" w:pos="-1843"/>
          <w:tab w:val="left" w:pos="709"/>
          <w:tab w:val="left" w:pos="851"/>
          <w:tab w:val="left" w:pos="993"/>
        </w:tabs>
        <w:overflowPunct/>
        <w:autoSpaceDE/>
        <w:autoSpaceDN/>
        <w:adjustRightInd/>
        <w:textAlignment w:val="auto"/>
      </w:pPr>
    </w:p>
    <w:p w:rsidR="00796DC0" w:rsidRDefault="00796DC0" w:rsidP="00796DC0">
      <w:pPr>
        <w:tabs>
          <w:tab w:val="left" w:pos="5245"/>
        </w:tabs>
        <w:ind w:firstLine="567"/>
      </w:pPr>
    </w:p>
    <w:p w:rsidR="00796DC0" w:rsidRPr="00617324" w:rsidRDefault="00AD1F23" w:rsidP="00796DC0">
      <w:pPr>
        <w:tabs>
          <w:tab w:val="left" w:pos="5245"/>
        </w:tabs>
        <w:ind w:firstLine="567"/>
        <w:rPr>
          <w:b/>
        </w:rPr>
      </w:pPr>
      <w:r>
        <w:t xml:space="preserve">                                                                              </w:t>
      </w:r>
      <w:r w:rsidR="00DE63AC">
        <w:rPr>
          <w:b/>
        </w:rPr>
        <w:t>Изготвил</w:t>
      </w:r>
      <w:r w:rsidR="00796DC0" w:rsidRPr="00617324">
        <w:rPr>
          <w:b/>
        </w:rPr>
        <w:t>:</w:t>
      </w:r>
      <w:r w:rsidRPr="00AD1F23">
        <w:t xml:space="preserve"> Доц. д-р Боряна Русева, д.</w:t>
      </w:r>
      <w:r w:rsidRPr="00AD1F23">
        <w:rPr>
          <w:lang w:val="bs-Cyrl-BA"/>
        </w:rPr>
        <w:t>м</w:t>
      </w:r>
    </w:p>
    <w:p w:rsidR="00273AD7" w:rsidRDefault="00796DC0" w:rsidP="00796DC0">
      <w:pPr>
        <w:tabs>
          <w:tab w:val="left" w:pos="5245"/>
        </w:tabs>
        <w:ind w:firstLine="567"/>
      </w:pPr>
      <w:r>
        <w:tab/>
      </w:r>
      <w:r>
        <w:tab/>
      </w: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F10C0F">
      <w:pPr>
        <w:tabs>
          <w:tab w:val="left" w:pos="5245"/>
        </w:tabs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796DC0">
      <w:pPr>
        <w:tabs>
          <w:tab w:val="left" w:pos="5245"/>
        </w:tabs>
        <w:ind w:firstLine="567"/>
      </w:pPr>
    </w:p>
    <w:p w:rsidR="00273AD7" w:rsidRDefault="00273AD7" w:rsidP="00F10C0F">
      <w:pPr>
        <w:tabs>
          <w:tab w:val="left" w:pos="5245"/>
        </w:tabs>
      </w:pPr>
      <w:bookmarkStart w:id="0" w:name="_GoBack"/>
      <w:bookmarkEnd w:id="0"/>
    </w:p>
    <w:sectPr w:rsidR="00273AD7" w:rsidSect="00652A1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10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9A" w:rsidRDefault="00214D9A">
      <w:r>
        <w:separator/>
      </w:r>
    </w:p>
  </w:endnote>
  <w:endnote w:type="continuationSeparator" w:id="0">
    <w:p w:rsidR="00214D9A" w:rsidRDefault="0021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6E77EE" w:rsidRDefault="006E77EE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F10C0F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F10C0F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AD7" w:rsidRPr="006E77EE" w:rsidRDefault="00273AD7" w:rsidP="00273AD7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F10C0F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F10C0F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9A" w:rsidRDefault="00214D9A">
      <w:r>
        <w:separator/>
      </w:r>
    </w:p>
  </w:footnote>
  <w:footnote w:type="continuationSeparator" w:id="0">
    <w:p w:rsidR="00214D9A" w:rsidRDefault="00214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D9" w:rsidRDefault="00F130D9">
    <w:pPr>
      <w:pStyle w:val="Header"/>
    </w:pPr>
  </w:p>
  <w:p w:rsidR="00F130D9" w:rsidRDefault="00F130D9">
    <w:pPr>
      <w:pStyle w:val="Header"/>
    </w:pPr>
  </w:p>
  <w:p w:rsidR="00F130D9" w:rsidRDefault="00F13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Look w:val="00A0" w:firstRow="1" w:lastRow="0" w:firstColumn="1" w:lastColumn="0" w:noHBand="0" w:noVBand="0"/>
    </w:tblPr>
    <w:tblGrid>
      <w:gridCol w:w="9486"/>
    </w:tblGrid>
    <w:tr w:rsidR="00652A15" w:rsidTr="00191D35">
      <w:trPr>
        <w:cantSplit/>
        <w:trHeight w:val="597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652A15" w:rsidRDefault="00214D9A" w:rsidP="00191D35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9" type="#_x0000_t75" style="position:absolute;left:0;text-align:left;margin-left:14.3pt;margin-top:-7.15pt;width:30.85pt;height:31.5pt;z-index:251657728">
                <v:imagedata r:id="rId1" o:title=""/>
              </v:shape>
              <o:OLEObject Type="Embed" ProgID="CorelDRAW.Graphic.10" ShapeID="_x0000_s2059" DrawAspect="Content" ObjectID="_1647549174" r:id="rId2"/>
            </w:pict>
          </w:r>
          <w:r w:rsidR="00652A15" w:rsidRPr="00191D35">
            <w:rPr>
              <w:rFonts w:ascii="Arial Narrow" w:hAnsi="Arial Narrow"/>
              <w:b/>
              <w:sz w:val="36"/>
              <w:szCs w:val="36"/>
            </w:rPr>
            <w:t>М</w:t>
          </w:r>
          <w:r w:rsidR="00652A15">
            <w:rPr>
              <w:rFonts w:ascii="Arial Narrow" w:hAnsi="Arial Narrow"/>
              <w:b/>
              <w:sz w:val="36"/>
              <w:szCs w:val="36"/>
            </w:rPr>
            <w:t>ЕДИЦИНСКИ УНИВЕРСИТЕТ – ПЛЕВЕН</w:t>
          </w:r>
        </w:p>
      </w:tc>
    </w:tr>
    <w:tr w:rsidR="00AD1F23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AD1F23" w:rsidRPr="000E68D9" w:rsidRDefault="00AD1F23" w:rsidP="00E253D2">
          <w:pPr>
            <w:jc w:val="center"/>
          </w:pPr>
          <w:r w:rsidRPr="000E68D9">
            <w:rPr>
              <w:b/>
            </w:rPr>
            <w:t>ФАКУЛТЕТ „МЕДИЦИНА” – ЦЕНТЪР ЗА ДИСТАНЦИОННО ОБУЧЕНИЕ</w:t>
          </w:r>
        </w:p>
      </w:tc>
    </w:tr>
    <w:tr w:rsidR="00AD1F23" w:rsidTr="00191D35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AD1F23" w:rsidRPr="000E68D9" w:rsidRDefault="00AD1F23" w:rsidP="00E253D2">
          <w:pPr>
            <w:tabs>
              <w:tab w:val="left" w:pos="2960"/>
            </w:tabs>
            <w:jc w:val="center"/>
            <w:rPr>
              <w:b/>
            </w:rPr>
          </w:pPr>
          <w:r w:rsidRPr="000E68D9">
            <w:rPr>
              <w:b/>
              <w:caps/>
              <w:sz w:val="22"/>
              <w:szCs w:val="22"/>
            </w:rPr>
            <w:t>КАТЕДРА</w:t>
          </w:r>
          <w:r w:rsidRPr="000E68D9">
            <w:rPr>
              <w:b/>
              <w:caps/>
              <w:sz w:val="22"/>
              <w:szCs w:val="22"/>
              <w:lang w:val="ru-RU"/>
            </w:rPr>
            <w:t xml:space="preserve"> “</w:t>
          </w:r>
          <w:r w:rsidRPr="000E68D9">
            <w:rPr>
              <w:b/>
              <w:caps/>
              <w:sz w:val="22"/>
              <w:szCs w:val="22"/>
            </w:rPr>
            <w:t>ФИЗИОЛОГИЯ И ПАТОЛОГИЧНА ФИЗИОЛОГИЯ”</w:t>
          </w:r>
        </w:p>
      </w:tc>
    </w:tr>
  </w:tbl>
  <w:p w:rsidR="00CF77E4" w:rsidRDefault="00CF77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1EA30EFF"/>
    <w:multiLevelType w:val="hybridMultilevel"/>
    <w:tmpl w:val="8E50F958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395F34"/>
    <w:multiLevelType w:val="hybridMultilevel"/>
    <w:tmpl w:val="51D6F61E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5097991"/>
    <w:multiLevelType w:val="hybridMultilevel"/>
    <w:tmpl w:val="F6C0C0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7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1"/>
    <w:lvlOverride w:ilvl="0">
      <w:startOverride w:val="1"/>
    </w:lvlOverride>
  </w:num>
  <w:num w:numId="4">
    <w:abstractNumId w:val="9"/>
  </w:num>
  <w:num w:numId="5">
    <w:abstractNumId w:val="7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12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213E3"/>
    <w:rsid w:val="00036EC1"/>
    <w:rsid w:val="000419D6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D7564"/>
    <w:rsid w:val="000F5255"/>
    <w:rsid w:val="000F6B2A"/>
    <w:rsid w:val="00101672"/>
    <w:rsid w:val="0010462F"/>
    <w:rsid w:val="001055E0"/>
    <w:rsid w:val="00107EE9"/>
    <w:rsid w:val="00110C9A"/>
    <w:rsid w:val="00120622"/>
    <w:rsid w:val="00124216"/>
    <w:rsid w:val="00127B28"/>
    <w:rsid w:val="00135845"/>
    <w:rsid w:val="001437B7"/>
    <w:rsid w:val="00156362"/>
    <w:rsid w:val="001807D9"/>
    <w:rsid w:val="00182A2C"/>
    <w:rsid w:val="0019116A"/>
    <w:rsid w:val="00191D35"/>
    <w:rsid w:val="0019228E"/>
    <w:rsid w:val="00196F44"/>
    <w:rsid w:val="001A38ED"/>
    <w:rsid w:val="001A396F"/>
    <w:rsid w:val="001B0CB9"/>
    <w:rsid w:val="001B1A9A"/>
    <w:rsid w:val="001B4398"/>
    <w:rsid w:val="001C0E63"/>
    <w:rsid w:val="001D6547"/>
    <w:rsid w:val="001E041C"/>
    <w:rsid w:val="001F44C1"/>
    <w:rsid w:val="002123B8"/>
    <w:rsid w:val="00214D9A"/>
    <w:rsid w:val="00215BE2"/>
    <w:rsid w:val="0022391A"/>
    <w:rsid w:val="0023637E"/>
    <w:rsid w:val="00247339"/>
    <w:rsid w:val="00256EA2"/>
    <w:rsid w:val="002632F3"/>
    <w:rsid w:val="00265A24"/>
    <w:rsid w:val="00272D7A"/>
    <w:rsid w:val="00273AD7"/>
    <w:rsid w:val="00283C0B"/>
    <w:rsid w:val="00283C5D"/>
    <w:rsid w:val="002914D9"/>
    <w:rsid w:val="002972AA"/>
    <w:rsid w:val="002A029C"/>
    <w:rsid w:val="002A40D8"/>
    <w:rsid w:val="002B31B2"/>
    <w:rsid w:val="002B3AAE"/>
    <w:rsid w:val="002B6194"/>
    <w:rsid w:val="002D6762"/>
    <w:rsid w:val="002F337B"/>
    <w:rsid w:val="0030431E"/>
    <w:rsid w:val="00310653"/>
    <w:rsid w:val="00316504"/>
    <w:rsid w:val="00316D9C"/>
    <w:rsid w:val="0031707B"/>
    <w:rsid w:val="003304F9"/>
    <w:rsid w:val="00330AAA"/>
    <w:rsid w:val="003371CE"/>
    <w:rsid w:val="0034105A"/>
    <w:rsid w:val="003416D8"/>
    <w:rsid w:val="003627A5"/>
    <w:rsid w:val="003771B0"/>
    <w:rsid w:val="00382B8A"/>
    <w:rsid w:val="00387615"/>
    <w:rsid w:val="00393ABF"/>
    <w:rsid w:val="00393B03"/>
    <w:rsid w:val="003A3B58"/>
    <w:rsid w:val="003A5C5F"/>
    <w:rsid w:val="003B027D"/>
    <w:rsid w:val="003B4466"/>
    <w:rsid w:val="003C16CC"/>
    <w:rsid w:val="003D1FE5"/>
    <w:rsid w:val="003D7ADA"/>
    <w:rsid w:val="003E05D2"/>
    <w:rsid w:val="003E06CD"/>
    <w:rsid w:val="003F624C"/>
    <w:rsid w:val="004104E3"/>
    <w:rsid w:val="004174B6"/>
    <w:rsid w:val="00421A20"/>
    <w:rsid w:val="00425A47"/>
    <w:rsid w:val="00447CCB"/>
    <w:rsid w:val="004516A7"/>
    <w:rsid w:val="0047370D"/>
    <w:rsid w:val="004756B9"/>
    <w:rsid w:val="0049196D"/>
    <w:rsid w:val="00492397"/>
    <w:rsid w:val="00496501"/>
    <w:rsid w:val="0049776C"/>
    <w:rsid w:val="004B4F4D"/>
    <w:rsid w:val="004B6D80"/>
    <w:rsid w:val="004C08A9"/>
    <w:rsid w:val="004D46B3"/>
    <w:rsid w:val="004E37B1"/>
    <w:rsid w:val="004F663C"/>
    <w:rsid w:val="0051626B"/>
    <w:rsid w:val="00544CB4"/>
    <w:rsid w:val="00547245"/>
    <w:rsid w:val="00556FBB"/>
    <w:rsid w:val="005743FB"/>
    <w:rsid w:val="00575084"/>
    <w:rsid w:val="005867A8"/>
    <w:rsid w:val="00595C00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6622"/>
    <w:rsid w:val="00620611"/>
    <w:rsid w:val="00622090"/>
    <w:rsid w:val="00631E8E"/>
    <w:rsid w:val="00650F13"/>
    <w:rsid w:val="00652A15"/>
    <w:rsid w:val="00657B10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30F10"/>
    <w:rsid w:val="00737123"/>
    <w:rsid w:val="00740AD6"/>
    <w:rsid w:val="007478EA"/>
    <w:rsid w:val="00760ED7"/>
    <w:rsid w:val="00764128"/>
    <w:rsid w:val="007669F1"/>
    <w:rsid w:val="007775B4"/>
    <w:rsid w:val="00792F12"/>
    <w:rsid w:val="00795CB9"/>
    <w:rsid w:val="00795F46"/>
    <w:rsid w:val="00796D40"/>
    <w:rsid w:val="00796DC0"/>
    <w:rsid w:val="007B07DA"/>
    <w:rsid w:val="007C21F1"/>
    <w:rsid w:val="007D370D"/>
    <w:rsid w:val="007F0658"/>
    <w:rsid w:val="00801776"/>
    <w:rsid w:val="008162EF"/>
    <w:rsid w:val="008261FD"/>
    <w:rsid w:val="008501CB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A5D48"/>
    <w:rsid w:val="008B6F10"/>
    <w:rsid w:val="008B743E"/>
    <w:rsid w:val="008E2588"/>
    <w:rsid w:val="008E64C6"/>
    <w:rsid w:val="008F2995"/>
    <w:rsid w:val="008F39DF"/>
    <w:rsid w:val="008F570E"/>
    <w:rsid w:val="009073EF"/>
    <w:rsid w:val="0094118C"/>
    <w:rsid w:val="00953569"/>
    <w:rsid w:val="009545D1"/>
    <w:rsid w:val="009562A9"/>
    <w:rsid w:val="009600BF"/>
    <w:rsid w:val="0096520C"/>
    <w:rsid w:val="00984D78"/>
    <w:rsid w:val="00996F24"/>
    <w:rsid w:val="009A1FBA"/>
    <w:rsid w:val="009B5FD4"/>
    <w:rsid w:val="009C1E53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7EDA"/>
    <w:rsid w:val="00A83521"/>
    <w:rsid w:val="00A906E4"/>
    <w:rsid w:val="00AA13AF"/>
    <w:rsid w:val="00AB2538"/>
    <w:rsid w:val="00AD1F23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A00EF"/>
    <w:rsid w:val="00BA3B94"/>
    <w:rsid w:val="00BB5387"/>
    <w:rsid w:val="00BC2215"/>
    <w:rsid w:val="00BE348C"/>
    <w:rsid w:val="00C06EEF"/>
    <w:rsid w:val="00C126AD"/>
    <w:rsid w:val="00C16B00"/>
    <w:rsid w:val="00C23496"/>
    <w:rsid w:val="00C24A67"/>
    <w:rsid w:val="00C2572E"/>
    <w:rsid w:val="00C27798"/>
    <w:rsid w:val="00C33DDD"/>
    <w:rsid w:val="00C35BF8"/>
    <w:rsid w:val="00C4064F"/>
    <w:rsid w:val="00C71987"/>
    <w:rsid w:val="00C75E6E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5A90"/>
    <w:rsid w:val="00CF77E4"/>
    <w:rsid w:val="00D02FF4"/>
    <w:rsid w:val="00D03315"/>
    <w:rsid w:val="00D12CD9"/>
    <w:rsid w:val="00D16A70"/>
    <w:rsid w:val="00D20CE6"/>
    <w:rsid w:val="00D2578B"/>
    <w:rsid w:val="00D3206D"/>
    <w:rsid w:val="00D46184"/>
    <w:rsid w:val="00D46A0D"/>
    <w:rsid w:val="00D47929"/>
    <w:rsid w:val="00D5310C"/>
    <w:rsid w:val="00DB1B05"/>
    <w:rsid w:val="00DB3F18"/>
    <w:rsid w:val="00DB4C93"/>
    <w:rsid w:val="00DB6AA8"/>
    <w:rsid w:val="00DC416A"/>
    <w:rsid w:val="00DD5C2E"/>
    <w:rsid w:val="00DD6A1F"/>
    <w:rsid w:val="00DD7F29"/>
    <w:rsid w:val="00DE63AC"/>
    <w:rsid w:val="00E063EA"/>
    <w:rsid w:val="00E11DF1"/>
    <w:rsid w:val="00E126E4"/>
    <w:rsid w:val="00E20616"/>
    <w:rsid w:val="00E23149"/>
    <w:rsid w:val="00E262BF"/>
    <w:rsid w:val="00E33E24"/>
    <w:rsid w:val="00E42BCB"/>
    <w:rsid w:val="00E45488"/>
    <w:rsid w:val="00E46DD3"/>
    <w:rsid w:val="00E5681E"/>
    <w:rsid w:val="00E6097A"/>
    <w:rsid w:val="00E6359C"/>
    <w:rsid w:val="00E64685"/>
    <w:rsid w:val="00E662FE"/>
    <w:rsid w:val="00E70205"/>
    <w:rsid w:val="00E86CCC"/>
    <w:rsid w:val="00E93E74"/>
    <w:rsid w:val="00E9638C"/>
    <w:rsid w:val="00EB3431"/>
    <w:rsid w:val="00EB4725"/>
    <w:rsid w:val="00EB7594"/>
    <w:rsid w:val="00EC01F9"/>
    <w:rsid w:val="00EC4E35"/>
    <w:rsid w:val="00ED4F9E"/>
    <w:rsid w:val="00F0073A"/>
    <w:rsid w:val="00F0358B"/>
    <w:rsid w:val="00F10C0F"/>
    <w:rsid w:val="00F130D9"/>
    <w:rsid w:val="00F20BD5"/>
    <w:rsid w:val="00F33821"/>
    <w:rsid w:val="00F41636"/>
    <w:rsid w:val="00F41E03"/>
    <w:rsid w:val="00F61C9C"/>
    <w:rsid w:val="00F64E44"/>
    <w:rsid w:val="00F70821"/>
    <w:rsid w:val="00FB0218"/>
    <w:rsid w:val="00FB46D8"/>
    <w:rsid w:val="00FB527F"/>
    <w:rsid w:val="00FC19C4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96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PC</cp:lastModifiedBy>
  <cp:revision>2</cp:revision>
  <cp:lastPrinted>2014-10-20T14:42:00Z</cp:lastPrinted>
  <dcterms:created xsi:type="dcterms:W3CDTF">2020-04-04T20:47:00Z</dcterms:created>
  <dcterms:modified xsi:type="dcterms:W3CDTF">2020-04-04T20:47:00Z</dcterms:modified>
</cp:coreProperties>
</file>